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EB8F6C6-55BC-450D-B024-60CAB43649D2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